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4BDE" w14:textId="1E0C8B03" w:rsidR="0078415B" w:rsidRDefault="0078415B" w:rsidP="0078415B">
      <w:pPr>
        <w:pStyle w:val="APHHeading2"/>
      </w:pPr>
      <w:bookmarkStart w:id="0" w:name="_Toc104381708"/>
      <w:r>
        <w:t xml:space="preserve">Sample Permission Letter to </w:t>
      </w:r>
      <w:bookmarkEnd w:id="0"/>
      <w:r w:rsidR="00F21CE5">
        <w:t>use Photograph from Photographer</w:t>
      </w:r>
    </w:p>
    <w:p w14:paraId="1CAC5E50" w14:textId="77777777" w:rsidR="0078415B" w:rsidRPr="005F5A5F" w:rsidRDefault="0078415B" w:rsidP="0078415B"/>
    <w:p w14:paraId="1BAAF4A9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Date</w:t>
      </w:r>
    </w:p>
    <w:p w14:paraId="0878C9D2" w14:textId="77777777" w:rsidR="0078415B" w:rsidRPr="009F506C" w:rsidRDefault="0078415B" w:rsidP="0078415B">
      <w:pPr>
        <w:rPr>
          <w:rFonts w:ascii="Georgia" w:hAnsi="Georgia"/>
        </w:rPr>
      </w:pPr>
    </w:p>
    <w:p w14:paraId="51B32DCF" w14:textId="1C987FAB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First Name Last Name</w:t>
      </w:r>
    </w:p>
    <w:p w14:paraId="61F12DB2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Street Address</w:t>
      </w:r>
    </w:p>
    <w:p w14:paraId="7C72FB26" w14:textId="77777777" w:rsidR="0078415B" w:rsidRPr="009F506C" w:rsidRDefault="0078415B" w:rsidP="0078415B">
      <w:pPr>
        <w:rPr>
          <w:rFonts w:ascii="Georgia" w:hAnsi="Georgia"/>
        </w:rPr>
      </w:pPr>
    </w:p>
    <w:p w14:paraId="6219D9D0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Dear </w:t>
      </w:r>
      <w:r w:rsidRPr="009F506C">
        <w:rPr>
          <w:rFonts w:ascii="Georgia" w:hAnsi="Georgia"/>
          <w:b/>
          <w:bCs/>
        </w:rPr>
        <w:t>[First Name Last Name]</w:t>
      </w:r>
      <w:r w:rsidRPr="009F506C">
        <w:rPr>
          <w:rFonts w:ascii="Georgia" w:hAnsi="Georgia"/>
        </w:rPr>
        <w:t>,</w:t>
      </w:r>
    </w:p>
    <w:p w14:paraId="14C5E7E4" w14:textId="77777777" w:rsidR="0078415B" w:rsidRPr="009F506C" w:rsidRDefault="0078415B" w:rsidP="0078415B">
      <w:pPr>
        <w:rPr>
          <w:rFonts w:ascii="Georgia" w:hAnsi="Georgia"/>
        </w:rPr>
      </w:pPr>
    </w:p>
    <w:p w14:paraId="075DDBD1" w14:textId="2501336F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This letter requests permission to print the </w:t>
      </w:r>
      <w:r w:rsidR="00625F93">
        <w:rPr>
          <w:rFonts w:ascii="Georgia" w:hAnsi="Georgia"/>
        </w:rPr>
        <w:t>[</w:t>
      </w:r>
      <w:r w:rsidRPr="00625F93">
        <w:rPr>
          <w:rFonts w:ascii="Georgia" w:hAnsi="Georgia"/>
          <w:b/>
          <w:bCs/>
        </w:rPr>
        <w:t>attached photograph</w:t>
      </w:r>
      <w:r w:rsidRPr="009F506C">
        <w:rPr>
          <w:rFonts w:ascii="Georgia" w:hAnsi="Georgia"/>
        </w:rPr>
        <w:t xml:space="preserve"> </w:t>
      </w:r>
      <w:r w:rsidR="00625F93">
        <w:rPr>
          <w:rFonts w:ascii="Georgia" w:hAnsi="Georgia"/>
          <w:b/>
          <w:bCs/>
        </w:rPr>
        <w:t>or list and description of photographs]</w:t>
      </w:r>
      <w:r w:rsidRPr="009F506C">
        <w:rPr>
          <w:rFonts w:ascii="Georgia" w:hAnsi="Georgia"/>
        </w:rPr>
        <w:t xml:space="preserve">. This material is to be used in this and future revisions and editions of </w:t>
      </w:r>
      <w:r w:rsidRPr="009F506C">
        <w:rPr>
          <w:rFonts w:ascii="Georgia" w:hAnsi="Georgia"/>
          <w:b/>
          <w:bCs/>
        </w:rPr>
        <w:t>[</w:t>
      </w:r>
      <w:r w:rsidRPr="009F506C">
        <w:rPr>
          <w:rFonts w:ascii="Georgia" w:hAnsi="Georgia"/>
          <w:b/>
          <w:bCs/>
          <w:i/>
          <w:iCs/>
        </w:rPr>
        <w:t>Title of APH Press Publication in which material is to be used</w:t>
      </w:r>
      <w:r w:rsidRPr="009F506C">
        <w:rPr>
          <w:rFonts w:ascii="Georgia" w:hAnsi="Georgia"/>
          <w:b/>
          <w:bCs/>
        </w:rPr>
        <w:t>]</w:t>
      </w:r>
      <w:r w:rsidRPr="009F506C">
        <w:rPr>
          <w:rFonts w:ascii="Georgia" w:hAnsi="Georgia"/>
        </w:rPr>
        <w:t>, to be published by APH Press of the American Printing House for the Blind, including nonexclusive world rights in all languages and sublicensing, without charge, of publication or transcription in braille, large-type editions, or recordings for the blind; in any electronic format, including online or distributed e-books; and in other special editions for use by persons with disabilities by approved nonprofit organizations.</w:t>
      </w:r>
    </w:p>
    <w:p w14:paraId="36C68711" w14:textId="77777777" w:rsidR="0078415B" w:rsidRPr="009F506C" w:rsidRDefault="0078415B" w:rsidP="0078415B">
      <w:pPr>
        <w:rPr>
          <w:rFonts w:ascii="Georgia" w:hAnsi="Georgia"/>
        </w:rPr>
      </w:pPr>
    </w:p>
    <w:p w14:paraId="79385C1B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For your information, the initial print run for this book is estimated to be </w:t>
      </w:r>
      <w:r w:rsidRPr="009F506C">
        <w:rPr>
          <w:rFonts w:ascii="Georgia" w:hAnsi="Georgia"/>
          <w:b/>
          <w:bCs/>
        </w:rPr>
        <w:t>[</w:t>
      </w:r>
      <w:proofErr w:type="spellStart"/>
      <w:r w:rsidRPr="009F506C">
        <w:rPr>
          <w:rFonts w:ascii="Georgia" w:hAnsi="Georgia"/>
          <w:b/>
          <w:bCs/>
        </w:rPr>
        <w:t>xxxx</w:t>
      </w:r>
      <w:proofErr w:type="spellEnd"/>
      <w:r w:rsidRPr="009F506C">
        <w:rPr>
          <w:rFonts w:ascii="Georgia" w:hAnsi="Georgia"/>
          <w:b/>
          <w:bCs/>
        </w:rPr>
        <w:t>]</w:t>
      </w:r>
      <w:r w:rsidRPr="009F506C">
        <w:rPr>
          <w:rFonts w:ascii="Georgia" w:hAnsi="Georgia"/>
        </w:rPr>
        <w:t xml:space="preserve"> copies. We will be happy to provide full credit to your source. Please note that the American Printing House for the Blind is a nonprofit organization, as is APH Press.</w:t>
      </w:r>
    </w:p>
    <w:p w14:paraId="02327C36" w14:textId="77777777" w:rsidR="0078415B" w:rsidRPr="009F506C" w:rsidRDefault="0078415B" w:rsidP="0078415B">
      <w:pPr>
        <w:rPr>
          <w:rFonts w:ascii="Georgia" w:hAnsi="Georgia"/>
        </w:rPr>
      </w:pPr>
    </w:p>
    <w:p w14:paraId="045CF7E9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To assist in the publication process, I would greatly appreciate a response to this request by </w:t>
      </w:r>
      <w:r w:rsidRPr="009F506C">
        <w:rPr>
          <w:rFonts w:ascii="Georgia" w:hAnsi="Georgia"/>
          <w:b/>
          <w:bCs/>
        </w:rPr>
        <w:t>[date]</w:t>
      </w:r>
      <w:r w:rsidRPr="009F506C">
        <w:rPr>
          <w:rFonts w:ascii="Georgia" w:hAnsi="Georgia"/>
        </w:rPr>
        <w:t xml:space="preserve">. To indicate your approval, please sign in the space provided below. If you have any questions, you may reach me at </w:t>
      </w:r>
      <w:r w:rsidRPr="009F506C">
        <w:rPr>
          <w:rFonts w:ascii="Georgia" w:hAnsi="Georgia"/>
          <w:b/>
          <w:bCs/>
        </w:rPr>
        <w:t>[phone number]</w:t>
      </w:r>
      <w:r w:rsidRPr="009F506C">
        <w:rPr>
          <w:rFonts w:ascii="Georgia" w:hAnsi="Georgia"/>
        </w:rPr>
        <w:t xml:space="preserve"> or by e-mail at </w:t>
      </w:r>
      <w:r w:rsidRPr="009F506C">
        <w:rPr>
          <w:rFonts w:ascii="Georgia" w:hAnsi="Georgia"/>
          <w:b/>
          <w:bCs/>
        </w:rPr>
        <w:t>[e-mail address].</w:t>
      </w:r>
    </w:p>
    <w:p w14:paraId="7D9F634F" w14:textId="77777777" w:rsidR="0078415B" w:rsidRPr="009F506C" w:rsidRDefault="0078415B" w:rsidP="0078415B">
      <w:pPr>
        <w:rPr>
          <w:rFonts w:ascii="Georgia" w:hAnsi="Georgia"/>
        </w:rPr>
      </w:pPr>
    </w:p>
    <w:p w14:paraId="66B1BA58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Thank you for your kind consideration.</w:t>
      </w:r>
    </w:p>
    <w:p w14:paraId="4B46AA7E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Sincerely,</w:t>
      </w:r>
    </w:p>
    <w:p w14:paraId="71078C85" w14:textId="77777777" w:rsidR="0078415B" w:rsidRPr="009F506C" w:rsidRDefault="0078415B" w:rsidP="0078415B">
      <w:pPr>
        <w:rPr>
          <w:rFonts w:ascii="Georgia" w:hAnsi="Georgia"/>
        </w:rPr>
      </w:pPr>
    </w:p>
    <w:p w14:paraId="49A6C7F9" w14:textId="77777777" w:rsidR="0078415B" w:rsidRPr="009F506C" w:rsidRDefault="0078415B" w:rsidP="0078415B">
      <w:pPr>
        <w:rPr>
          <w:rFonts w:ascii="Georgia" w:hAnsi="Georgia"/>
          <w:b/>
          <w:bCs/>
        </w:rPr>
      </w:pPr>
      <w:r w:rsidRPr="009F506C">
        <w:rPr>
          <w:rFonts w:ascii="Georgia" w:hAnsi="Georgia"/>
          <w:b/>
          <w:bCs/>
        </w:rPr>
        <w:t>[Name]</w:t>
      </w:r>
    </w:p>
    <w:p w14:paraId="1E526676" w14:textId="77777777" w:rsidR="0078415B" w:rsidRPr="009F506C" w:rsidRDefault="0078415B" w:rsidP="0078415B">
      <w:pPr>
        <w:rPr>
          <w:rFonts w:ascii="Georgia" w:hAnsi="Georgia"/>
          <w:b/>
          <w:bCs/>
        </w:rPr>
      </w:pPr>
      <w:r w:rsidRPr="009F506C">
        <w:rPr>
          <w:rFonts w:ascii="Georgia" w:hAnsi="Georgia"/>
          <w:b/>
          <w:bCs/>
        </w:rPr>
        <w:t>[Title]</w:t>
      </w:r>
    </w:p>
    <w:p w14:paraId="5A318FE3" w14:textId="77777777" w:rsidR="0078415B" w:rsidRPr="009F506C" w:rsidRDefault="0078415B" w:rsidP="0078415B">
      <w:pPr>
        <w:rPr>
          <w:rFonts w:ascii="Georgia" w:hAnsi="Georgia"/>
        </w:rPr>
      </w:pPr>
    </w:p>
    <w:p w14:paraId="3A69DB32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Permission is granted for use of the material specified above and permission fee is waived, provided appropriate credit is included.</w:t>
      </w:r>
    </w:p>
    <w:p w14:paraId="0A0ADDF1" w14:textId="77777777" w:rsidR="0078415B" w:rsidRPr="009F506C" w:rsidRDefault="0078415B" w:rsidP="0078415B">
      <w:pPr>
        <w:rPr>
          <w:rFonts w:ascii="Georgia" w:hAnsi="Georgia"/>
        </w:rPr>
      </w:pPr>
    </w:p>
    <w:p w14:paraId="5DF112AF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Name: ____________________________________________ </w:t>
      </w:r>
    </w:p>
    <w:p w14:paraId="0CC681DF" w14:textId="77777777" w:rsidR="0078415B" w:rsidRPr="009F506C" w:rsidRDefault="0078415B" w:rsidP="0078415B">
      <w:pPr>
        <w:rPr>
          <w:rFonts w:ascii="Georgia" w:hAnsi="Georgia"/>
        </w:rPr>
      </w:pPr>
    </w:p>
    <w:p w14:paraId="3670ED67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Date: ____________________________________________ </w:t>
      </w:r>
    </w:p>
    <w:p w14:paraId="25505466" w14:textId="77777777" w:rsidR="0078415B" w:rsidRPr="009F506C" w:rsidRDefault="0078415B" w:rsidP="0078415B">
      <w:pPr>
        <w:rPr>
          <w:rFonts w:ascii="Georgia" w:hAnsi="Georgia"/>
        </w:rPr>
      </w:pPr>
    </w:p>
    <w:p w14:paraId="1FFFEC0C" w14:textId="106DC841" w:rsidR="0062486A" w:rsidRPr="0078415B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Signature: _______________________________________</w:t>
      </w:r>
    </w:p>
    <w:sectPr w:rsidR="0062486A" w:rsidRPr="00784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6B2C68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2A4C7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66ADA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BE6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764236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AAB5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836DD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686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909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D9817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4161A1"/>
    <w:multiLevelType w:val="hybridMultilevel"/>
    <w:tmpl w:val="881C161C"/>
    <w:lvl w:ilvl="0" w:tplc="0F2A07FA">
      <w:start w:val="1"/>
      <w:numFmt w:val="bullet"/>
      <w:pStyle w:val="APHBulletedListLevel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653F98"/>
    <w:multiLevelType w:val="hybridMultilevel"/>
    <w:tmpl w:val="A69C55E6"/>
    <w:lvl w:ilvl="0" w:tplc="73BED59A">
      <w:start w:val="1"/>
      <w:numFmt w:val="decimal"/>
      <w:pStyle w:val="APHNumberedList"/>
      <w:lvlText w:val="%1)"/>
      <w:lvlJc w:val="left"/>
      <w:pPr>
        <w:ind w:left="720" w:hanging="360"/>
      </w:pPr>
    </w:lvl>
    <w:lvl w:ilvl="1" w:tplc="6400D650">
      <w:start w:val="1"/>
      <w:numFmt w:val="lowerLetter"/>
      <w:pStyle w:val="APHNumberedListLevel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FA64DE"/>
    <w:multiLevelType w:val="hybridMultilevel"/>
    <w:tmpl w:val="21FE6876"/>
    <w:lvl w:ilvl="0" w:tplc="77A0DB2A">
      <w:start w:val="1"/>
      <w:numFmt w:val="bullet"/>
      <w:pStyle w:val="APH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2412414">
    <w:abstractNumId w:val="0"/>
  </w:num>
  <w:num w:numId="2" w16cid:durableId="1975676598">
    <w:abstractNumId w:val="1"/>
  </w:num>
  <w:num w:numId="3" w16cid:durableId="779295423">
    <w:abstractNumId w:val="2"/>
  </w:num>
  <w:num w:numId="4" w16cid:durableId="213011057">
    <w:abstractNumId w:val="3"/>
  </w:num>
  <w:num w:numId="5" w16cid:durableId="437026428">
    <w:abstractNumId w:val="8"/>
  </w:num>
  <w:num w:numId="6" w16cid:durableId="1785074624">
    <w:abstractNumId w:val="4"/>
  </w:num>
  <w:num w:numId="7" w16cid:durableId="1495223886">
    <w:abstractNumId w:val="5"/>
  </w:num>
  <w:num w:numId="8" w16cid:durableId="1286471742">
    <w:abstractNumId w:val="6"/>
  </w:num>
  <w:num w:numId="9" w16cid:durableId="763454046">
    <w:abstractNumId w:val="7"/>
  </w:num>
  <w:num w:numId="10" w16cid:durableId="515461916">
    <w:abstractNumId w:val="9"/>
  </w:num>
  <w:num w:numId="11" w16cid:durableId="2106337465">
    <w:abstractNumId w:val="12"/>
  </w:num>
  <w:num w:numId="12" w16cid:durableId="1428427860">
    <w:abstractNumId w:val="10"/>
  </w:num>
  <w:num w:numId="13" w16cid:durableId="2136751230">
    <w:abstractNumId w:val="11"/>
  </w:num>
  <w:num w:numId="14" w16cid:durableId="1558083726">
    <w:abstractNumId w:val="11"/>
  </w:num>
  <w:num w:numId="15" w16cid:durableId="1241646585">
    <w:abstractNumId w:val="12"/>
  </w:num>
  <w:num w:numId="16" w16cid:durableId="702364949">
    <w:abstractNumId w:val="11"/>
  </w:num>
  <w:num w:numId="17" w16cid:durableId="338580328">
    <w:abstractNumId w:val="12"/>
  </w:num>
  <w:num w:numId="18" w16cid:durableId="648245748">
    <w:abstractNumId w:val="11"/>
  </w:num>
  <w:num w:numId="19" w16cid:durableId="2147240220">
    <w:abstractNumId w:val="10"/>
  </w:num>
  <w:num w:numId="20" w16cid:durableId="1999460784">
    <w:abstractNumId w:val="12"/>
  </w:num>
  <w:num w:numId="21" w16cid:durableId="2136092556">
    <w:abstractNumId w:val="10"/>
  </w:num>
  <w:num w:numId="22" w16cid:durableId="1720401300">
    <w:abstractNumId w:val="11"/>
  </w:num>
  <w:num w:numId="23" w16cid:durableId="279265734">
    <w:abstractNumId w:val="11"/>
  </w:num>
  <w:num w:numId="24" w16cid:durableId="141118816">
    <w:abstractNumId w:val="10"/>
  </w:num>
  <w:num w:numId="25" w16cid:durableId="456030294">
    <w:abstractNumId w:val="11"/>
  </w:num>
  <w:num w:numId="26" w16cid:durableId="9484683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isplayBackgroundShape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15B"/>
    <w:rsid w:val="00071C0F"/>
    <w:rsid w:val="000C52F8"/>
    <w:rsid w:val="00104137"/>
    <w:rsid w:val="003304CE"/>
    <w:rsid w:val="00344BE4"/>
    <w:rsid w:val="003C10A5"/>
    <w:rsid w:val="003F4D61"/>
    <w:rsid w:val="00425C33"/>
    <w:rsid w:val="00540E84"/>
    <w:rsid w:val="00577880"/>
    <w:rsid w:val="005D4931"/>
    <w:rsid w:val="0062486A"/>
    <w:rsid w:val="00625F93"/>
    <w:rsid w:val="006715D7"/>
    <w:rsid w:val="0067703D"/>
    <w:rsid w:val="00736572"/>
    <w:rsid w:val="0078415B"/>
    <w:rsid w:val="007A3DA3"/>
    <w:rsid w:val="008A4ABC"/>
    <w:rsid w:val="0091340F"/>
    <w:rsid w:val="0099527D"/>
    <w:rsid w:val="00A56362"/>
    <w:rsid w:val="00A93B7F"/>
    <w:rsid w:val="00B2447F"/>
    <w:rsid w:val="00B772C1"/>
    <w:rsid w:val="00B87585"/>
    <w:rsid w:val="00B91CF7"/>
    <w:rsid w:val="00C23FAC"/>
    <w:rsid w:val="00C82815"/>
    <w:rsid w:val="00CA66B7"/>
    <w:rsid w:val="00DC3DF2"/>
    <w:rsid w:val="00E93F0D"/>
    <w:rsid w:val="00F21CE5"/>
    <w:rsid w:val="00F43E66"/>
    <w:rsid w:val="00F951FB"/>
    <w:rsid w:val="00FB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8A672"/>
  <w15:chartTrackingRefBased/>
  <w15:docId w15:val="{68E29A4C-5946-AC45-A24F-2A42671DF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15B"/>
  </w:style>
  <w:style w:type="paragraph" w:styleId="Heading1">
    <w:name w:val="heading 1"/>
    <w:basedOn w:val="Normal"/>
    <w:next w:val="Normal"/>
    <w:link w:val="Heading1Char"/>
    <w:uiPriority w:val="9"/>
    <w:qFormat/>
    <w:rsid w:val="00540E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52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78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0E8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0E8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HChapterHeading">
    <w:name w:val="APH Chapter Heading"/>
    <w:basedOn w:val="Normal"/>
    <w:next w:val="Heading1"/>
    <w:autoRedefine/>
    <w:qFormat/>
    <w:rsid w:val="000C52F8"/>
    <w:pPr>
      <w:spacing w:after="120"/>
    </w:pPr>
    <w:rPr>
      <w:rFonts w:ascii="Helvetica" w:hAnsi="Helvetica" w:cs="Arial"/>
      <w:b/>
      <w:bCs/>
      <w:sz w:val="40"/>
      <w:szCs w:val="48"/>
    </w:rPr>
  </w:style>
  <w:style w:type="paragraph" w:customStyle="1" w:styleId="APHHeading1">
    <w:name w:val="APH Heading 1"/>
    <w:basedOn w:val="Heading1"/>
    <w:autoRedefine/>
    <w:qFormat/>
    <w:rsid w:val="000C52F8"/>
    <w:pPr>
      <w:spacing w:before="120" w:after="40"/>
    </w:pPr>
    <w:rPr>
      <w:rFonts w:ascii="Helvetica" w:hAnsi="Helvetica" w:cs="Arial"/>
      <w:b/>
      <w:bCs/>
      <w:color w:val="000000" w:themeColor="text1"/>
      <w:sz w:val="36"/>
      <w:szCs w:val="36"/>
    </w:rPr>
  </w:style>
  <w:style w:type="paragraph" w:customStyle="1" w:styleId="APHHeading2">
    <w:name w:val="APH Heading 2"/>
    <w:basedOn w:val="Heading2"/>
    <w:link w:val="APHHeading2Char"/>
    <w:autoRedefine/>
    <w:qFormat/>
    <w:rsid w:val="000C52F8"/>
    <w:pPr>
      <w:spacing w:before="80" w:after="80"/>
    </w:pPr>
    <w:rPr>
      <w:rFonts w:ascii="Helvetica" w:hAnsi="Helvetica" w:cs="Arial"/>
      <w:color w:val="auto"/>
      <w:sz w:val="32"/>
      <w:szCs w:val="32"/>
    </w:rPr>
  </w:style>
  <w:style w:type="paragraph" w:customStyle="1" w:styleId="APHHeading3">
    <w:name w:val="APH Heading 3"/>
    <w:basedOn w:val="Heading3"/>
    <w:autoRedefine/>
    <w:qFormat/>
    <w:rsid w:val="000C52F8"/>
    <w:pPr>
      <w:spacing w:after="80"/>
    </w:pPr>
    <w:rPr>
      <w:rFonts w:ascii="Helvetica" w:hAnsi="Helvetica" w:cs="Arial"/>
      <w:color w:val="auto"/>
      <w:sz w:val="28"/>
      <w:szCs w:val="28"/>
      <w:u w:val="single"/>
    </w:rPr>
  </w:style>
  <w:style w:type="paragraph" w:customStyle="1" w:styleId="APHHeading4">
    <w:name w:val="APH Heading 4"/>
    <w:basedOn w:val="Heading4"/>
    <w:autoRedefine/>
    <w:qFormat/>
    <w:rsid w:val="00425C33"/>
    <w:pPr>
      <w:spacing w:after="40"/>
    </w:pPr>
    <w:rPr>
      <w:rFonts w:ascii="Helvetica" w:hAnsi="Helvetica" w:cs="Arial"/>
      <w:iCs w:val="0"/>
      <w:color w:val="auto"/>
    </w:rPr>
  </w:style>
  <w:style w:type="paragraph" w:customStyle="1" w:styleId="APHHeading5">
    <w:name w:val="APH Heading 5"/>
    <w:basedOn w:val="Heading5"/>
    <w:autoRedefine/>
    <w:qFormat/>
    <w:rsid w:val="00425C33"/>
    <w:pPr>
      <w:spacing w:after="40"/>
    </w:pPr>
    <w:rPr>
      <w:rFonts w:ascii="Helvetica" w:hAnsi="Helvetica" w:cs="Arial"/>
      <w:color w:val="auto"/>
      <w:sz w:val="22"/>
      <w:szCs w:val="22"/>
    </w:rPr>
  </w:style>
  <w:style w:type="paragraph" w:customStyle="1" w:styleId="APHReferences">
    <w:name w:val="APH References"/>
    <w:basedOn w:val="Normal"/>
    <w:autoRedefine/>
    <w:qFormat/>
    <w:rsid w:val="00DC3DF2"/>
    <w:rPr>
      <w:rFonts w:ascii="Helvetica" w:hAnsi="Helvetica" w:cs="Arial"/>
      <w:b/>
      <w:bCs/>
      <w:sz w:val="28"/>
      <w:szCs w:val="28"/>
    </w:rPr>
  </w:style>
  <w:style w:type="paragraph" w:customStyle="1" w:styleId="APHNormalTextIndented">
    <w:name w:val="APH Normal Text Indented"/>
    <w:basedOn w:val="Normal"/>
    <w:autoRedefine/>
    <w:qFormat/>
    <w:rsid w:val="0099527D"/>
    <w:pPr>
      <w:spacing w:line="360" w:lineRule="auto"/>
      <w:ind w:firstLine="360"/>
    </w:pPr>
    <w:rPr>
      <w:rFonts w:ascii="Georgia" w:hAnsi="Georgia" w:cs="Arial"/>
      <w:szCs w:val="22"/>
    </w:rPr>
  </w:style>
  <w:style w:type="paragraph" w:customStyle="1" w:styleId="APHNormalFirstParagraph">
    <w:name w:val="APH Normal First Paragraph"/>
    <w:basedOn w:val="Normal"/>
    <w:autoRedefine/>
    <w:qFormat/>
    <w:rsid w:val="00344BE4"/>
    <w:pPr>
      <w:spacing w:line="360" w:lineRule="auto"/>
    </w:pPr>
    <w:rPr>
      <w:rFonts w:ascii="Georgia" w:hAnsi="Georgia" w:cs="Arial"/>
      <w:szCs w:val="22"/>
    </w:rPr>
  </w:style>
  <w:style w:type="paragraph" w:customStyle="1" w:styleId="APHNormalFirstParagraphItalics">
    <w:name w:val="APH Normal First Paragraph Italics"/>
    <w:basedOn w:val="Normal"/>
    <w:autoRedefine/>
    <w:qFormat/>
    <w:rsid w:val="008A4ABC"/>
    <w:pPr>
      <w:spacing w:line="360" w:lineRule="auto"/>
    </w:pPr>
    <w:rPr>
      <w:rFonts w:ascii="Georgia" w:hAnsi="Georgia" w:cs="Arial"/>
      <w:i/>
      <w:iCs/>
      <w:szCs w:val="22"/>
    </w:rPr>
  </w:style>
  <w:style w:type="paragraph" w:customStyle="1" w:styleId="APHImages">
    <w:name w:val="APH Images"/>
    <w:basedOn w:val="Normal"/>
    <w:autoRedefine/>
    <w:qFormat/>
    <w:rsid w:val="00A56362"/>
    <w:pPr>
      <w:jc w:val="center"/>
    </w:pPr>
    <w:rPr>
      <w:rFonts w:ascii="Helvetica" w:hAnsi="Helvetica" w:cs="Arial"/>
      <w:sz w:val="22"/>
      <w:szCs w:val="22"/>
    </w:rPr>
  </w:style>
  <w:style w:type="paragraph" w:styleId="ListParagraph">
    <w:name w:val="List Paragraph"/>
    <w:basedOn w:val="Normal"/>
    <w:autoRedefine/>
    <w:uiPriority w:val="34"/>
    <w:qFormat/>
    <w:rsid w:val="00F43E66"/>
    <w:pPr>
      <w:ind w:left="720"/>
      <w:contextualSpacing/>
    </w:pPr>
  </w:style>
  <w:style w:type="paragraph" w:customStyle="1" w:styleId="APHNumberedList">
    <w:name w:val="APH Numbered List"/>
    <w:basedOn w:val="ListParagraph"/>
    <w:autoRedefine/>
    <w:qFormat/>
    <w:rsid w:val="005D4931"/>
    <w:pPr>
      <w:numPr>
        <w:numId w:val="25"/>
      </w:numPr>
      <w:spacing w:before="80" w:after="80" w:line="360" w:lineRule="auto"/>
    </w:pPr>
    <w:rPr>
      <w:rFonts w:ascii="Georgia" w:hAnsi="Georgia" w:cs="Arial"/>
      <w:szCs w:val="22"/>
    </w:rPr>
  </w:style>
  <w:style w:type="paragraph" w:customStyle="1" w:styleId="APHNumberedListLevel2">
    <w:name w:val="APH Numbered List Level 2"/>
    <w:basedOn w:val="ListParagraph"/>
    <w:autoRedefine/>
    <w:qFormat/>
    <w:rsid w:val="005D4931"/>
    <w:pPr>
      <w:numPr>
        <w:ilvl w:val="1"/>
        <w:numId w:val="25"/>
      </w:numPr>
      <w:spacing w:after="80" w:line="360" w:lineRule="auto"/>
    </w:pPr>
    <w:rPr>
      <w:rFonts w:ascii="Georgia" w:hAnsi="Georgia" w:cs="Arial"/>
      <w:szCs w:val="22"/>
    </w:rPr>
  </w:style>
  <w:style w:type="paragraph" w:customStyle="1" w:styleId="APHBulletedList">
    <w:name w:val="APH Bulleted List"/>
    <w:basedOn w:val="ListParagraph"/>
    <w:autoRedefine/>
    <w:qFormat/>
    <w:rsid w:val="00B2447F"/>
    <w:pPr>
      <w:numPr>
        <w:numId w:val="20"/>
      </w:numPr>
      <w:spacing w:before="80" w:after="80" w:line="360" w:lineRule="auto"/>
    </w:pPr>
    <w:rPr>
      <w:rFonts w:ascii="Georgia" w:hAnsi="Georgia" w:cs="Arial"/>
      <w:szCs w:val="22"/>
    </w:rPr>
  </w:style>
  <w:style w:type="paragraph" w:customStyle="1" w:styleId="APHBulletedListLevel2">
    <w:name w:val="APH Bulleted List Level 2"/>
    <w:basedOn w:val="ListParagraph"/>
    <w:autoRedefine/>
    <w:qFormat/>
    <w:rsid w:val="003F4D61"/>
    <w:pPr>
      <w:numPr>
        <w:numId w:val="26"/>
      </w:numPr>
      <w:spacing w:line="360" w:lineRule="auto"/>
    </w:pPr>
    <w:rPr>
      <w:rFonts w:ascii="Georgia" w:hAnsi="Georgia" w:cs="Arial"/>
      <w:szCs w:val="22"/>
    </w:rPr>
  </w:style>
  <w:style w:type="paragraph" w:customStyle="1" w:styleId="APHChapterTitle">
    <w:name w:val="APH Chapter Title"/>
    <w:basedOn w:val="Heading1"/>
    <w:autoRedefine/>
    <w:qFormat/>
    <w:rsid w:val="00A93B7F"/>
    <w:pPr>
      <w:spacing w:after="120"/>
    </w:pPr>
    <w:rPr>
      <w:rFonts w:ascii="Helvetica" w:hAnsi="Helvetica" w:cs="Arial"/>
      <w:b/>
      <w:bCs/>
      <w:color w:val="auto"/>
      <w:sz w:val="40"/>
      <w:szCs w:val="48"/>
    </w:rPr>
  </w:style>
  <w:style w:type="paragraph" w:customStyle="1" w:styleId="APHHyperlink">
    <w:name w:val="APH Hyperlink"/>
    <w:basedOn w:val="APHNormalTextIndented"/>
    <w:autoRedefine/>
    <w:qFormat/>
    <w:rsid w:val="0099527D"/>
    <w:pPr>
      <w:spacing w:line="240" w:lineRule="auto"/>
    </w:pPr>
    <w:rPr>
      <w:color w:val="4472C4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540E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0E8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0E8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788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52F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APHBookTitle">
    <w:name w:val="APH Book Title"/>
    <w:basedOn w:val="Normal"/>
    <w:next w:val="Heading1"/>
    <w:autoRedefine/>
    <w:qFormat/>
    <w:rsid w:val="00B87585"/>
    <w:pPr>
      <w:spacing w:after="120"/>
    </w:pPr>
    <w:rPr>
      <w:rFonts w:ascii="Helvetica" w:hAnsi="Helvetica" w:cs="Arial"/>
      <w:b/>
      <w:bCs/>
      <w:sz w:val="40"/>
      <w:szCs w:val="48"/>
    </w:rPr>
  </w:style>
  <w:style w:type="paragraph" w:customStyle="1" w:styleId="APHAppendix">
    <w:name w:val="APH Appendix"/>
    <w:basedOn w:val="APHChapterTitle"/>
    <w:autoRedefine/>
    <w:qFormat/>
    <w:rsid w:val="00A93B7F"/>
  </w:style>
  <w:style w:type="character" w:customStyle="1" w:styleId="APHHeading2Char">
    <w:name w:val="APH Heading 2 Char"/>
    <w:basedOn w:val="Heading2Char"/>
    <w:link w:val="APHHeading2"/>
    <w:rsid w:val="0078415B"/>
    <w:rPr>
      <w:rFonts w:ascii="Helvetica" w:eastAsiaTheme="majorEastAsia" w:hAnsi="Helvetica" w:cs="Arial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essbryant/Library/Group%20Containers/UBF8T346G9.Office/User%20Content.localized/Templates.localized/APH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A001F58604F43AFE8BD3B03794A33" ma:contentTypeVersion="20" ma:contentTypeDescription="Create a new document." ma:contentTypeScope="" ma:versionID="244c952f5061e8a4b79c1d68906b2784">
  <xsd:schema xmlns:xsd="http://www.w3.org/2001/XMLSchema" xmlns:xs="http://www.w3.org/2001/XMLSchema" xmlns:p="http://schemas.microsoft.com/office/2006/metadata/properties" xmlns:ns1="http://schemas.microsoft.com/sharepoint/v3" xmlns:ns2="25f76c4f-2bba-4892-b2ae-861bed4d0d70" xmlns:ns3="71693485-d64a-4818-85c7-29982719187e" targetNamespace="http://schemas.microsoft.com/office/2006/metadata/properties" ma:root="true" ma:fieldsID="52f77bc5fe4d5111afca6b9ba782a050" ns1:_="" ns2:_="" ns3:_="">
    <xsd:import namespace="http://schemas.microsoft.com/sharepoint/v3"/>
    <xsd:import namespace="25f76c4f-2bba-4892-b2ae-861bed4d0d70"/>
    <xsd:import namespace="71693485-d64a-4818-85c7-299827191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76c4f-2bba-4892-b2ae-861bed4d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ac181ec-6c34-4630-9754-a2a661e89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93485-d64a-4818-85c7-2998271918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ed5b4e6-c051-4bc2-9d36-c1585e21eeea}" ma:internalName="TaxCatchAll" ma:showField="CatchAllData" ma:web="71693485-d64a-4818-85c7-299827191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693485-d64a-4818-85c7-29982719187e" xsi:nil="true"/>
    <lcf76f155ced4ddcb4097134ff3c332f xmlns="25f76c4f-2bba-4892-b2ae-861bed4d0d70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7CBBA17-47CF-47A7-9685-E5BA61BBEA92}"/>
</file>

<file path=customXml/itemProps2.xml><?xml version="1.0" encoding="utf-8"?>
<ds:datastoreItem xmlns:ds="http://schemas.openxmlformats.org/officeDocument/2006/customXml" ds:itemID="{6D0B4BA1-E012-45B3-8CF2-09CFD7DB8F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802548-4891-4BF3-823A-EBA7AD27417A}"/>
</file>

<file path=docProps/app.xml><?xml version="1.0" encoding="utf-8"?>
<Properties xmlns="http://schemas.openxmlformats.org/officeDocument/2006/extended-properties" xmlns:vt="http://schemas.openxmlformats.org/officeDocument/2006/docPropsVTypes">
  <Template>APH Template.dotx</Template>
  <TotalTime>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Bryant</dc:creator>
  <cp:keywords/>
  <dc:description/>
  <cp:lastModifiedBy>Jess Bryant</cp:lastModifiedBy>
  <cp:revision>4</cp:revision>
  <dcterms:created xsi:type="dcterms:W3CDTF">2022-06-01T17:38:00Z</dcterms:created>
  <dcterms:modified xsi:type="dcterms:W3CDTF">2023-01-19T15:06:00Z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0x01010001EA001F58604F43AFE8BD3B03794A33</vt:lpwstr>
  </property>
</Properties>
</file>